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32132F" w:rsidRDefault="0032132F" w:rsidP="0032132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zš Mariánské nám. – rekonstrukce elektroinstalace </w:t>
            </w:r>
            <w:r>
              <w:rPr>
                <w:b/>
                <w:bCs/>
                <w:caps/>
                <w:color w:val="FF0000"/>
                <w:sz w:val="24"/>
              </w:rPr>
              <w:t>–</w:t>
            </w:r>
            <w:r>
              <w:rPr>
                <w:b/>
                <w:bCs/>
                <w:caps/>
                <w:color w:val="FF0000"/>
                <w:sz w:val="24"/>
              </w:rPr>
              <w:t xml:space="preserve"> </w:t>
            </w:r>
          </w:p>
          <w:p w:rsidR="00171691" w:rsidRPr="0032132F" w:rsidRDefault="0032132F" w:rsidP="0032132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I. ETAPA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32132F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32132F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B3394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32F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26441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8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2E5B913D</Template>
  <TotalTime>56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40</cp:revision>
  <cp:lastPrinted>2021-05-24T06:24:00Z</cp:lastPrinted>
  <dcterms:created xsi:type="dcterms:W3CDTF">2019-09-19T08:40:00Z</dcterms:created>
  <dcterms:modified xsi:type="dcterms:W3CDTF">2025-03-05T15:43:00Z</dcterms:modified>
</cp:coreProperties>
</file>